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55C" w:rsidRPr="00310DC1" w:rsidRDefault="0008155C" w:rsidP="00310DC1">
      <w:pPr>
        <w:autoSpaceDE/>
        <w:jc w:val="both"/>
        <w:rPr>
          <w:b/>
          <w:color w:val="auto"/>
          <w:lang w:eastAsia="ar-SA"/>
        </w:rPr>
      </w:pPr>
      <w:r w:rsidRPr="00310DC1">
        <w:rPr>
          <w:b/>
          <w:color w:val="auto"/>
          <w:lang w:eastAsia="ar-SA"/>
        </w:rPr>
        <w:t xml:space="preserve">Podmiot udostępniający zasoby: </w:t>
      </w:r>
      <w:r>
        <w:rPr>
          <w:b/>
          <w:color w:val="auto"/>
          <w:lang w:eastAsia="ar-SA"/>
        </w:rPr>
        <w:tab/>
      </w:r>
      <w:r>
        <w:rPr>
          <w:b/>
          <w:color w:val="auto"/>
          <w:lang w:eastAsia="ar-SA"/>
        </w:rPr>
        <w:tab/>
      </w:r>
      <w:r>
        <w:rPr>
          <w:b/>
          <w:color w:val="auto"/>
          <w:lang w:eastAsia="ar-SA"/>
        </w:rPr>
        <w:tab/>
      </w:r>
      <w:r>
        <w:rPr>
          <w:b/>
          <w:color w:val="auto"/>
          <w:lang w:eastAsia="ar-SA"/>
        </w:rPr>
        <w:tab/>
      </w:r>
      <w:r>
        <w:rPr>
          <w:b/>
          <w:color w:val="auto"/>
          <w:lang w:eastAsia="ar-SA"/>
        </w:rPr>
        <w:tab/>
      </w:r>
      <w:r w:rsidRPr="00310DC1">
        <w:rPr>
          <w:b/>
          <w:color w:val="auto"/>
          <w:lang w:eastAsia="ar-SA"/>
        </w:rPr>
        <w:t>Załącznik nr 4 do SWZ</w:t>
      </w:r>
    </w:p>
    <w:p w:rsidR="0008155C" w:rsidRPr="00DB72EF" w:rsidRDefault="0008155C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08155C" w:rsidRPr="00DB72EF" w:rsidRDefault="0008155C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08155C" w:rsidRPr="00DB72EF" w:rsidRDefault="0008155C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08155C" w:rsidRPr="00DB72EF" w:rsidRDefault="0008155C">
      <w:pPr>
        <w:autoSpaceDE/>
        <w:ind w:right="5954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(pełna nazwa, adres)</w:t>
      </w:r>
    </w:p>
    <w:p w:rsidR="0008155C" w:rsidRPr="00DB72EF" w:rsidRDefault="0008155C">
      <w:pPr>
        <w:autoSpaceDE/>
        <w:ind w:right="5954"/>
        <w:rPr>
          <w:i/>
          <w:color w:val="auto"/>
          <w:lang w:eastAsia="ar-SA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60"/>
      </w:tblGrid>
      <w:tr w:rsidR="0008155C" w:rsidTr="00D46125">
        <w:trPr>
          <w:trHeight w:val="1260"/>
        </w:trPr>
        <w:tc>
          <w:tcPr>
            <w:tcW w:w="9360" w:type="dxa"/>
            <w:shd w:val="clear" w:color="auto" w:fill="D9D9D9"/>
          </w:tcPr>
          <w:p w:rsidR="0008155C" w:rsidRPr="00DB72EF" w:rsidRDefault="0008155C" w:rsidP="00D46125">
            <w:pPr>
              <w:autoSpaceDE/>
              <w:spacing w:before="120"/>
              <w:jc w:val="center"/>
              <w:rPr>
                <w:b/>
                <w:color w:val="auto"/>
                <w:lang w:eastAsia="ar-SA"/>
              </w:rPr>
            </w:pPr>
            <w:r w:rsidRPr="00DB72EF">
              <w:rPr>
                <w:b/>
                <w:color w:val="auto"/>
                <w:lang w:eastAsia="ar-SA"/>
              </w:rPr>
              <w:t xml:space="preserve">ZOBOWIĄZANIE PODMIOTU/ÓW UDOSTĘPNIAJĄCEGO ZASOBY </w:t>
            </w:r>
          </w:p>
          <w:p w:rsidR="0008155C" w:rsidRDefault="0008155C" w:rsidP="00D46125">
            <w:pPr>
              <w:autoSpaceDE/>
              <w:jc w:val="center"/>
              <w:rPr>
                <w:b/>
                <w:color w:val="auto"/>
                <w:lang w:eastAsia="ar-SA"/>
              </w:rPr>
            </w:pPr>
            <w:r w:rsidRPr="00D46125">
              <w:rPr>
                <w:b/>
                <w:lang w:eastAsia="ar-SA"/>
              </w:rPr>
              <w:t>Zobowiązanie podmiotu udostępniającego zasoby, potwierdza, że stosunek łączący wykonawcę z podmiotami udostępniającymi zasoby gwarantuje rzeczywisty dostęp do tych zasobów</w:t>
            </w:r>
          </w:p>
        </w:tc>
      </w:tr>
    </w:tbl>
    <w:p w:rsidR="0008155C" w:rsidRPr="00DB72EF" w:rsidRDefault="0008155C" w:rsidP="00DB72EF">
      <w:pPr>
        <w:autoSpaceDE/>
        <w:rPr>
          <w:i/>
          <w:color w:val="auto"/>
          <w:lang w:eastAsia="ar-SA"/>
        </w:rPr>
      </w:pPr>
      <w:bookmarkStart w:id="0" w:name="_GoBack"/>
      <w:bookmarkEnd w:id="0"/>
    </w:p>
    <w:p w:rsidR="0008155C" w:rsidRPr="00DB72EF" w:rsidRDefault="0008155C">
      <w:pPr>
        <w:autoSpaceDE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…………………………..………………………..…………………………………………</w:t>
      </w:r>
      <w:r>
        <w:rPr>
          <w:color w:val="auto"/>
          <w:lang w:eastAsia="ar-SA"/>
        </w:rPr>
        <w:t>.</w:t>
      </w:r>
      <w:r w:rsidRPr="00DB72EF">
        <w:rPr>
          <w:color w:val="auto"/>
          <w:lang w:eastAsia="ar-SA"/>
        </w:rPr>
        <w:t>…………………………………………………………………………..……………………</w:t>
      </w:r>
      <w:r>
        <w:rPr>
          <w:color w:val="auto"/>
          <w:lang w:eastAsia="ar-SA"/>
        </w:rPr>
        <w:t>…………………………………………………………………………………………………..</w:t>
      </w:r>
      <w:r w:rsidRPr="00DB72EF">
        <w:rPr>
          <w:color w:val="auto"/>
          <w:lang w:eastAsia="ar-SA"/>
        </w:rPr>
        <w:t>……</w:t>
      </w:r>
    </w:p>
    <w:p w:rsidR="0008155C" w:rsidRPr="00DB72EF" w:rsidRDefault="0008155C" w:rsidP="00DB72EF">
      <w:pPr>
        <w:autoSpaceDE/>
        <w:jc w:val="center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(nazwa i adres podmiotu ud</w:t>
      </w:r>
      <w:r>
        <w:rPr>
          <w:i/>
          <w:color w:val="auto"/>
          <w:lang w:eastAsia="ar-SA"/>
        </w:rPr>
        <w:t>ostępniającego zasoby, NIP</w:t>
      </w:r>
      <w:r w:rsidRPr="00DB72EF">
        <w:rPr>
          <w:i/>
          <w:color w:val="auto"/>
          <w:lang w:eastAsia="ar-SA"/>
        </w:rPr>
        <w:t>)</w:t>
      </w:r>
    </w:p>
    <w:p w:rsidR="0008155C" w:rsidRPr="00DB72EF" w:rsidRDefault="0008155C">
      <w:pPr>
        <w:autoSpaceDE/>
        <w:jc w:val="both"/>
        <w:rPr>
          <w:b/>
          <w:i/>
          <w:color w:val="auto"/>
          <w:lang w:eastAsia="ar-SA"/>
        </w:rPr>
      </w:pPr>
    </w:p>
    <w:p w:rsidR="0008155C" w:rsidRDefault="0008155C">
      <w:pPr>
        <w:autoSpaceDE/>
        <w:jc w:val="both"/>
        <w:rPr>
          <w:b/>
          <w:color w:val="auto"/>
          <w:lang w:eastAsia="ar-SA"/>
        </w:rPr>
      </w:pPr>
      <w:r w:rsidRPr="00DB72EF">
        <w:rPr>
          <w:b/>
          <w:color w:val="auto"/>
          <w:lang w:eastAsia="ar-SA"/>
        </w:rPr>
        <w:t>zobowiązuję się</w:t>
      </w:r>
      <w:r>
        <w:rPr>
          <w:b/>
          <w:color w:val="auto"/>
          <w:lang w:eastAsia="ar-SA"/>
        </w:rPr>
        <w:t xml:space="preserve">, na zasadach określonych w art. 118 ustawy Pzp, </w:t>
      </w:r>
      <w:r w:rsidRPr="00DB72EF">
        <w:rPr>
          <w:b/>
          <w:color w:val="auto"/>
          <w:lang w:eastAsia="ar-SA"/>
        </w:rPr>
        <w:t xml:space="preserve"> do oddania do dyspozycji niezbędnych zasobów na rzecz:</w:t>
      </w:r>
    </w:p>
    <w:p w:rsidR="0008155C" w:rsidRDefault="0008155C">
      <w:pPr>
        <w:autoSpaceDE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…………………………………………………………………………………………………</w:t>
      </w:r>
    </w:p>
    <w:p w:rsidR="0008155C" w:rsidRPr="00DB72EF" w:rsidRDefault="0008155C">
      <w:pPr>
        <w:autoSpaceDE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8155C" w:rsidRPr="00DB72EF" w:rsidRDefault="0008155C">
      <w:pPr>
        <w:autoSpaceDE/>
        <w:jc w:val="center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(nazwa i adres Wykonawcy/Wykonawców składającego/ych Ofertę)</w:t>
      </w:r>
    </w:p>
    <w:p w:rsidR="0008155C" w:rsidRPr="00DB72EF" w:rsidRDefault="0008155C" w:rsidP="00E266AA">
      <w:pPr>
        <w:autoSpaceDE/>
        <w:rPr>
          <w:i/>
          <w:color w:val="auto"/>
          <w:lang w:eastAsia="ar-SA"/>
        </w:rPr>
      </w:pPr>
    </w:p>
    <w:p w:rsidR="0008155C" w:rsidRDefault="0008155C" w:rsidP="00DB72EF">
      <w:pPr>
        <w:pStyle w:val="Normalny1"/>
        <w:tabs>
          <w:tab w:val="left" w:pos="2267"/>
          <w:tab w:val="center" w:pos="4536"/>
        </w:tabs>
        <w:jc w:val="center"/>
      </w:pPr>
      <w:bookmarkStart w:id="1" w:name="_heading=h.gjdgxs" w:colFirst="0" w:colLast="0"/>
      <w:bookmarkEnd w:id="1"/>
    </w:p>
    <w:p w:rsidR="0008155C" w:rsidRPr="00D129FC" w:rsidRDefault="0008155C" w:rsidP="00DB72EF">
      <w:pPr>
        <w:pStyle w:val="Normalny1"/>
        <w:tabs>
          <w:tab w:val="left" w:pos="2267"/>
          <w:tab w:val="center" w:pos="4536"/>
        </w:tabs>
        <w:jc w:val="center"/>
        <w:rPr>
          <w:b/>
          <w:color w:val="auto"/>
        </w:rPr>
      </w:pPr>
      <w:r w:rsidRPr="00DB72EF">
        <w:t xml:space="preserve">przy wykonaniu zamówienia publicznego </w:t>
      </w:r>
      <w:r w:rsidRPr="00D129FC">
        <w:rPr>
          <w:color w:val="auto"/>
        </w:rPr>
        <w:t xml:space="preserve">prowadzonego w trybie podstawowym </w:t>
      </w:r>
      <w:r>
        <w:rPr>
          <w:color w:val="auto"/>
        </w:rPr>
        <w:br/>
      </w:r>
      <w:r w:rsidRPr="00D129FC">
        <w:rPr>
          <w:color w:val="auto"/>
        </w:rPr>
        <w:t>z możliwością negocjacji pn.</w:t>
      </w:r>
      <w:r w:rsidRPr="00D129FC">
        <w:rPr>
          <w:b/>
          <w:color w:val="auto"/>
        </w:rPr>
        <w:t xml:space="preserve"> </w:t>
      </w:r>
      <w:bookmarkStart w:id="2" w:name="_heading=h.qidqwzmaipg8" w:colFirst="0" w:colLast="0"/>
      <w:bookmarkEnd w:id="2"/>
    </w:p>
    <w:p w:rsidR="0008155C" w:rsidRPr="00B275A6" w:rsidRDefault="0008155C" w:rsidP="00DB72EF">
      <w:pPr>
        <w:pStyle w:val="Normalny1"/>
        <w:tabs>
          <w:tab w:val="left" w:pos="2267"/>
          <w:tab w:val="center" w:pos="4536"/>
        </w:tabs>
        <w:jc w:val="center"/>
        <w:rPr>
          <w:b/>
          <w:color w:val="FF0000"/>
        </w:rPr>
      </w:pPr>
    </w:p>
    <w:p w:rsidR="0008155C" w:rsidRPr="001A5CF0" w:rsidRDefault="0008155C" w:rsidP="00310DC1">
      <w:pPr>
        <w:suppressAutoHyphens w:val="0"/>
        <w:autoSpaceDN w:val="0"/>
        <w:adjustRightInd w:val="0"/>
        <w:jc w:val="center"/>
        <w:rPr>
          <w:b/>
          <w:bCs/>
          <w:color w:val="auto"/>
          <w:sz w:val="28"/>
          <w:szCs w:val="28"/>
          <w:lang w:eastAsia="pl-PL"/>
        </w:rPr>
      </w:pPr>
      <w:r w:rsidRPr="001A5CF0">
        <w:rPr>
          <w:b/>
          <w:color w:val="auto"/>
          <w:sz w:val="28"/>
          <w:szCs w:val="28"/>
          <w:lang w:eastAsia="ar-SA"/>
        </w:rPr>
        <w:t>„</w:t>
      </w:r>
      <w:r w:rsidRPr="001A5CF0">
        <w:rPr>
          <w:b/>
          <w:color w:val="auto"/>
          <w:sz w:val="28"/>
          <w:szCs w:val="28"/>
        </w:rPr>
        <w:t>Budowa chodnika w Długiem Nowem</w:t>
      </w:r>
      <w:r w:rsidRPr="001A5CF0">
        <w:rPr>
          <w:b/>
          <w:color w:val="auto"/>
          <w:sz w:val="28"/>
          <w:szCs w:val="28"/>
          <w:lang w:eastAsia="ar-SA"/>
        </w:rPr>
        <w:t>”</w:t>
      </w:r>
    </w:p>
    <w:p w:rsidR="0008155C" w:rsidRPr="00E23FD0" w:rsidRDefault="0008155C">
      <w:pPr>
        <w:autoSpaceDE/>
        <w:jc w:val="both"/>
        <w:rPr>
          <w:color w:val="auto"/>
          <w:lang w:eastAsia="ar-SA"/>
        </w:rPr>
      </w:pPr>
    </w:p>
    <w:p w:rsidR="0008155C" w:rsidRPr="00DB72EF" w:rsidRDefault="0008155C">
      <w:pPr>
        <w:numPr>
          <w:ilvl w:val="3"/>
          <w:numId w:val="1"/>
        </w:numPr>
        <w:autoSpaceDE/>
        <w:spacing w:line="360" w:lineRule="auto"/>
        <w:ind w:left="283" w:hanging="283"/>
        <w:rPr>
          <w:color w:val="auto"/>
          <w:lang w:eastAsia="ar-SA"/>
        </w:rPr>
      </w:pPr>
      <w:r w:rsidRPr="00DB72EF">
        <w:rPr>
          <w:color w:val="auto"/>
          <w:lang w:eastAsia="ar-SA"/>
        </w:rPr>
        <w:t>Zakres dostępnych wykonawcy zasobów podmiotu udostępniającego zasoby:</w:t>
      </w:r>
    </w:p>
    <w:p w:rsidR="0008155C" w:rsidRPr="00DB72EF" w:rsidRDefault="0008155C">
      <w:pPr>
        <w:autoSpaceDE/>
        <w:ind w:left="284"/>
        <w:jc w:val="both"/>
        <w:rPr>
          <w:lang w:eastAsia="ar-SA"/>
        </w:rPr>
      </w:pPr>
      <w:r w:rsidRPr="00DB72EF">
        <w:rPr>
          <w:lang w:eastAsia="ar-SA"/>
        </w:rPr>
        <w:t>…………………………………………………………………………………</w:t>
      </w:r>
      <w:r>
        <w:rPr>
          <w:lang w:eastAsia="ar-SA"/>
        </w:rPr>
        <w:t>………………………………………………………………………………………………</w:t>
      </w:r>
      <w:r w:rsidRPr="00DB72EF">
        <w:rPr>
          <w:lang w:eastAsia="ar-SA"/>
        </w:rPr>
        <w:t>……………………………………………………………………………………………………………</w:t>
      </w:r>
    </w:p>
    <w:p w:rsidR="0008155C" w:rsidRPr="00DB72EF" w:rsidRDefault="0008155C">
      <w:pPr>
        <w:autoSpaceDE/>
        <w:jc w:val="both"/>
        <w:rPr>
          <w:lang w:eastAsia="ar-SA"/>
        </w:rPr>
      </w:pPr>
    </w:p>
    <w:p w:rsidR="0008155C" w:rsidRPr="00DB72EF" w:rsidRDefault="0008155C">
      <w:pPr>
        <w:numPr>
          <w:ilvl w:val="3"/>
          <w:numId w:val="1"/>
        </w:numPr>
        <w:autoSpaceDE/>
        <w:spacing w:line="276" w:lineRule="auto"/>
        <w:ind w:left="426" w:hanging="426"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Sposób i okres udostępnienia wykonawcy i wykorzystania przez niego zasobów podmiotu udostępniającego te zasoby przy wykonywaniu zamówienia:</w:t>
      </w:r>
    </w:p>
    <w:p w:rsidR="0008155C" w:rsidRPr="00FF406D" w:rsidRDefault="0008155C" w:rsidP="00FF406D">
      <w:pPr>
        <w:autoSpaceDE/>
        <w:ind w:left="284"/>
        <w:jc w:val="both"/>
        <w:rPr>
          <w:lang w:eastAsia="ar-SA"/>
        </w:rPr>
      </w:pPr>
      <w:r w:rsidRPr="00DB72EF">
        <w:rPr>
          <w:lang w:eastAsia="ar-SA"/>
        </w:rPr>
        <w:t>………</w:t>
      </w:r>
      <w:r>
        <w:rPr>
          <w:lang w:eastAsia="ar-SA"/>
        </w:rPr>
        <w:t>………………………………………………………………………………………………</w:t>
      </w:r>
      <w:r w:rsidRPr="00DB72EF">
        <w:rPr>
          <w:lang w:eastAsia="ar-SA"/>
        </w:rPr>
        <w:t>………………………………………………………………………………………………………………………………………………………………….……………………</w:t>
      </w:r>
    </w:p>
    <w:p w:rsidR="0008155C" w:rsidRPr="00DB72EF" w:rsidRDefault="0008155C">
      <w:pPr>
        <w:numPr>
          <w:ilvl w:val="3"/>
          <w:numId w:val="1"/>
        </w:numPr>
        <w:autoSpaceDE/>
        <w:spacing w:line="276" w:lineRule="auto"/>
        <w:ind w:left="426" w:hanging="426"/>
        <w:rPr>
          <w:color w:val="auto"/>
          <w:lang w:eastAsia="ar-SA"/>
        </w:rPr>
      </w:pPr>
      <w:r w:rsidRPr="00DB72EF">
        <w:rPr>
          <w:color w:val="auto"/>
          <w:lang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08155C" w:rsidRPr="002A3B44" w:rsidRDefault="0008155C" w:rsidP="002A3B44">
      <w:pPr>
        <w:autoSpaceDE/>
        <w:ind w:left="426"/>
        <w:jc w:val="both"/>
        <w:rPr>
          <w:lang w:eastAsia="ar-SA"/>
        </w:rPr>
      </w:pPr>
      <w:r w:rsidRPr="00DB72EF">
        <w:rPr>
          <w:lang w:eastAsia="ar-SA"/>
        </w:rPr>
        <w:t>………………………………</w:t>
      </w:r>
      <w:r>
        <w:rPr>
          <w:lang w:eastAsia="ar-SA"/>
        </w:rPr>
        <w:t>…………………………………………………………………………………………………..</w:t>
      </w:r>
      <w:r w:rsidRPr="00DB72EF">
        <w:rPr>
          <w:lang w:eastAsia="ar-SA"/>
        </w:rPr>
        <w:t>…………………………………………………………………………</w:t>
      </w:r>
      <w:r>
        <w:rPr>
          <w:lang w:eastAsia="ar-SA"/>
        </w:rPr>
        <w:t>……………………………………………………………….……………</w:t>
      </w:r>
    </w:p>
    <w:p w:rsidR="0008155C" w:rsidRDefault="0008155C" w:rsidP="00310DC1">
      <w:pPr>
        <w:jc w:val="both"/>
        <w:rPr>
          <w:b/>
          <w:i/>
          <w:color w:val="auto"/>
          <w:lang w:eastAsia="ar-SA"/>
        </w:rPr>
      </w:pPr>
      <w:r w:rsidRPr="00D46125">
        <w:rPr>
          <w:b/>
          <w:i/>
          <w:color w:val="auto"/>
          <w:lang w:eastAsia="ar-SA"/>
        </w:rPr>
        <w:t xml:space="preserve">   </w:t>
      </w:r>
    </w:p>
    <w:p w:rsidR="0008155C" w:rsidRDefault="0008155C" w:rsidP="00310DC1">
      <w:pPr>
        <w:jc w:val="both"/>
        <w:rPr>
          <w:b/>
          <w:i/>
          <w:color w:val="auto"/>
          <w:lang w:eastAsia="ar-SA"/>
        </w:rPr>
      </w:pPr>
    </w:p>
    <w:p w:rsidR="0008155C" w:rsidRDefault="0008155C" w:rsidP="00310DC1">
      <w:pPr>
        <w:jc w:val="both"/>
        <w:rPr>
          <w:b/>
          <w:i/>
          <w:color w:val="FF0000"/>
          <w:lang w:eastAsia="ar-SA"/>
        </w:rPr>
      </w:pPr>
    </w:p>
    <w:p w:rsidR="0008155C" w:rsidRDefault="0008155C" w:rsidP="00310DC1">
      <w:pPr>
        <w:jc w:val="both"/>
        <w:rPr>
          <w:b/>
          <w:i/>
          <w:color w:val="FF0000"/>
          <w:lang w:eastAsia="ar-SA"/>
        </w:rPr>
      </w:pPr>
    </w:p>
    <w:p w:rsidR="0008155C" w:rsidRPr="00581979" w:rsidRDefault="0008155C" w:rsidP="00581979">
      <w:pPr>
        <w:jc w:val="both"/>
        <w:rPr>
          <w:b/>
          <w:i/>
          <w:color w:val="FF0000"/>
          <w:lang w:eastAsia="ar-SA"/>
        </w:rPr>
      </w:pPr>
    </w:p>
    <w:p w:rsidR="0008155C" w:rsidRPr="00581979" w:rsidRDefault="0008155C" w:rsidP="00581979">
      <w:pPr>
        <w:jc w:val="both"/>
        <w:rPr>
          <w:bCs/>
          <w:color w:val="FF0000"/>
          <w:sz w:val="22"/>
          <w:szCs w:val="22"/>
        </w:rPr>
      </w:pPr>
      <w:r w:rsidRPr="00581979">
        <w:rPr>
          <w:bCs/>
          <w:color w:val="FF0000"/>
          <w:sz w:val="22"/>
          <w:szCs w:val="22"/>
        </w:rPr>
        <w:t xml:space="preserve">UWAGA! </w:t>
      </w:r>
    </w:p>
    <w:p w:rsidR="0008155C" w:rsidRPr="00581979" w:rsidRDefault="0008155C" w:rsidP="00581979">
      <w:pPr>
        <w:pStyle w:val="Default"/>
        <w:jc w:val="both"/>
        <w:rPr>
          <w:iCs/>
          <w:color w:val="FF0000"/>
          <w:sz w:val="22"/>
          <w:szCs w:val="22"/>
        </w:rPr>
      </w:pPr>
      <w:r w:rsidRPr="00581979">
        <w:rPr>
          <w:iCs/>
          <w:color w:val="FF0000"/>
          <w:sz w:val="22"/>
          <w:szCs w:val="22"/>
        </w:rPr>
        <w:t xml:space="preserve">Zobowiązanie podmiotu udostępniającego zasoby musi potwierdzać, że stosunek łączący Wykonawcę </w:t>
      </w:r>
      <w:r w:rsidRPr="00581979">
        <w:rPr>
          <w:iCs/>
          <w:color w:val="FF0000"/>
          <w:sz w:val="22"/>
          <w:szCs w:val="22"/>
        </w:rPr>
        <w:br/>
        <w:t xml:space="preserve">z podmiotem udostępniającym zasoby gwarantuje rzeczywisty dostęp do tych zasobów. </w:t>
      </w:r>
    </w:p>
    <w:p w:rsidR="0008155C" w:rsidRPr="00581979" w:rsidRDefault="0008155C" w:rsidP="00581979">
      <w:pPr>
        <w:jc w:val="both"/>
        <w:rPr>
          <w:iCs/>
          <w:color w:val="FF0000"/>
          <w:sz w:val="22"/>
          <w:szCs w:val="22"/>
        </w:rPr>
      </w:pPr>
    </w:p>
    <w:p w:rsidR="0008155C" w:rsidRPr="00581979" w:rsidRDefault="0008155C" w:rsidP="00581979">
      <w:pPr>
        <w:jc w:val="both"/>
        <w:rPr>
          <w:iCs/>
          <w:color w:val="FF0000"/>
          <w:sz w:val="22"/>
          <w:szCs w:val="22"/>
        </w:rPr>
      </w:pPr>
      <w:r w:rsidRPr="00581979">
        <w:rPr>
          <w:iCs/>
          <w:color w:val="FF0000"/>
          <w:sz w:val="22"/>
          <w:szCs w:val="22"/>
        </w:rPr>
        <w:t>Zobowiązanie podmiotu udostępniającego zasoby musi być podpisane przez osobę/y upoważnioną/e do reprezentowania tego podmiotu zgodnie z wpisem do KRS, wpisem do CEIDG lub umową spółki albo przez osobę/y posiadającą/e pełnomocnictwo, które Wykonawca winien załączyć do oferty.</w:t>
      </w:r>
    </w:p>
    <w:p w:rsidR="0008155C" w:rsidRPr="00581979" w:rsidRDefault="0008155C" w:rsidP="00581979">
      <w:pPr>
        <w:jc w:val="both"/>
        <w:rPr>
          <w:iCs/>
          <w:color w:val="FF0000"/>
          <w:sz w:val="22"/>
          <w:szCs w:val="22"/>
        </w:rPr>
      </w:pPr>
    </w:p>
    <w:p w:rsidR="0008155C" w:rsidRPr="00581979" w:rsidRDefault="0008155C" w:rsidP="00581979">
      <w:pPr>
        <w:rPr>
          <w:color w:val="FF0000"/>
          <w:sz w:val="22"/>
          <w:szCs w:val="22"/>
          <w:lang w:eastAsia="pl-PL"/>
        </w:rPr>
      </w:pPr>
    </w:p>
    <w:p w:rsidR="0008155C" w:rsidRPr="00275008" w:rsidRDefault="0008155C" w:rsidP="00581979">
      <w:pPr>
        <w:tabs>
          <w:tab w:val="left" w:pos="0"/>
        </w:tabs>
        <w:suppressAutoHyphens w:val="0"/>
        <w:autoSpaceDN w:val="0"/>
        <w:adjustRightInd w:val="0"/>
        <w:rPr>
          <w:iCs/>
          <w:color w:val="FF0000"/>
          <w:sz w:val="22"/>
          <w:szCs w:val="22"/>
          <w:lang w:eastAsia="pl-PL"/>
        </w:rPr>
      </w:pPr>
      <w:r w:rsidRPr="00275008">
        <w:rPr>
          <w:bCs/>
          <w:iCs/>
          <w:color w:val="FF0000"/>
          <w:sz w:val="22"/>
          <w:szCs w:val="22"/>
          <w:lang w:eastAsia="pl-PL"/>
        </w:rPr>
        <w:t>UWAGA!</w:t>
      </w:r>
    </w:p>
    <w:p w:rsidR="0008155C" w:rsidRPr="00581979" w:rsidRDefault="0008155C" w:rsidP="00581979">
      <w:pPr>
        <w:widowControl w:val="0"/>
        <w:tabs>
          <w:tab w:val="left" w:pos="0"/>
        </w:tabs>
        <w:suppressAutoHyphens w:val="0"/>
        <w:autoSpaceDN w:val="0"/>
        <w:adjustRightInd w:val="0"/>
        <w:jc w:val="both"/>
        <w:rPr>
          <w:iCs/>
          <w:color w:val="FF0000"/>
          <w:sz w:val="22"/>
          <w:szCs w:val="22"/>
          <w:lang w:eastAsia="pl-PL"/>
        </w:rPr>
      </w:pPr>
      <w:r w:rsidRPr="00275008">
        <w:rPr>
          <w:iCs/>
          <w:color w:val="FF0000"/>
          <w:sz w:val="22"/>
          <w:szCs w:val="22"/>
          <w:lang w:eastAsia="pl-PL"/>
        </w:rPr>
        <w:t>Niniejszy dokument należy opatrzyć kwalifikowanym podpisem elektronicznym, podpisem zaufanym lub podpisem osobistym osoby lub osób uprawnionych do reprezentowania podmiotu udostępniającego zasoby. Nanoszenie jakichkolwiek zmian w treści dokumentu po opatrzeniu ww. podpisem może skutkować naruszeniem integralności podpisu.</w:t>
      </w:r>
    </w:p>
    <w:p w:rsidR="0008155C" w:rsidRPr="00581979" w:rsidRDefault="0008155C" w:rsidP="002A3B44">
      <w:pPr>
        <w:tabs>
          <w:tab w:val="left" w:pos="0"/>
        </w:tabs>
        <w:autoSpaceDE/>
        <w:rPr>
          <w:i/>
          <w:color w:val="FF0000"/>
          <w:lang w:eastAsia="ar-SA"/>
        </w:rPr>
      </w:pPr>
    </w:p>
    <w:sectPr w:rsidR="0008155C" w:rsidRPr="00581979" w:rsidSect="00FB1D7C">
      <w:headerReference w:type="default" r:id="rId7"/>
      <w:pgSz w:w="11906" w:h="16838"/>
      <w:pgMar w:top="1079" w:right="1417" w:bottom="719" w:left="1417" w:header="708" w:footer="708" w:gutter="0"/>
      <w:pgNumType w:start="1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55C" w:rsidRDefault="0008155C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separator/>
      </w:r>
    </w:p>
  </w:endnote>
  <w:endnote w:type="continuationSeparator" w:id="0">
    <w:p w:rsidR="0008155C" w:rsidRDefault="0008155C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55C" w:rsidRDefault="0008155C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separator/>
      </w:r>
    </w:p>
  </w:footnote>
  <w:footnote w:type="continuationSeparator" w:id="0">
    <w:p w:rsidR="0008155C" w:rsidRDefault="0008155C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55C" w:rsidRDefault="0008155C">
    <w:pPr>
      <w:tabs>
        <w:tab w:val="center" w:pos="4536"/>
        <w:tab w:val="right" w:pos="9072"/>
      </w:tabs>
      <w:autoSpaceDE/>
      <w:rPr>
        <w:lang w:eastAsia="ar-SA"/>
      </w:rPr>
    </w:pPr>
    <w:r>
      <w:rPr>
        <w:lang w:eastAsia="ar-SA"/>
      </w:rPr>
      <w:t xml:space="preserve">Znak sprawy: </w:t>
    </w:r>
    <w:r w:rsidRPr="001A5CF0">
      <w:rPr>
        <w:color w:val="auto"/>
        <w:lang w:eastAsia="ar-SA"/>
      </w:rPr>
      <w:t xml:space="preserve">P.271.7.2026   </w:t>
    </w:r>
    <w:r w:rsidRPr="005A2F13">
      <w:rPr>
        <w:color w:val="auto"/>
        <w:lang w:eastAsia="ar-SA"/>
      </w:rPr>
      <w:t xml:space="preserve">   </w:t>
    </w:r>
    <w:r>
      <w:rPr>
        <w:lang w:eastAsia="ar-SA"/>
      </w:rPr>
      <w:t xml:space="preserve">                                              </w:t>
    </w:r>
  </w:p>
  <w:p w:rsidR="0008155C" w:rsidRDefault="0008155C" w:rsidP="00623136">
    <w:pPr>
      <w:tabs>
        <w:tab w:val="center" w:pos="4536"/>
        <w:tab w:val="right" w:pos="9072"/>
      </w:tabs>
      <w:autoSpaceDE/>
      <w:jc w:val="right"/>
      <w:rPr>
        <w:lang w:eastAsia="ar-SA"/>
      </w:rPr>
    </w:pPr>
    <w:r>
      <w:rPr>
        <w:lang w:eastAsia="ar-SA"/>
      </w:rPr>
      <w:t xml:space="preserve">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cs="Times New Roman"/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rFonts w:cs="Times New Roman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/>
      </w:pPr>
      <w:rPr>
        <w:rFonts w:cs="Times New Roman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cs="Times New Roman"/>
      </w:r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Times New Roman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48E"/>
    <w:rsid w:val="0000459E"/>
    <w:rsid w:val="00020E1A"/>
    <w:rsid w:val="000264EE"/>
    <w:rsid w:val="000279EC"/>
    <w:rsid w:val="0005171B"/>
    <w:rsid w:val="000519E6"/>
    <w:rsid w:val="00054E89"/>
    <w:rsid w:val="0008155C"/>
    <w:rsid w:val="0008688C"/>
    <w:rsid w:val="00093BFE"/>
    <w:rsid w:val="00094CB3"/>
    <w:rsid w:val="00094E1B"/>
    <w:rsid w:val="000A3330"/>
    <w:rsid w:val="000B19FF"/>
    <w:rsid w:val="000B2F36"/>
    <w:rsid w:val="000C391C"/>
    <w:rsid w:val="000D05AC"/>
    <w:rsid w:val="000D369C"/>
    <w:rsid w:val="000E45E2"/>
    <w:rsid w:val="000F41A6"/>
    <w:rsid w:val="00105DA1"/>
    <w:rsid w:val="00111837"/>
    <w:rsid w:val="00114648"/>
    <w:rsid w:val="00134442"/>
    <w:rsid w:val="0014606D"/>
    <w:rsid w:val="001632BC"/>
    <w:rsid w:val="00163D11"/>
    <w:rsid w:val="00166A71"/>
    <w:rsid w:val="00173DC0"/>
    <w:rsid w:val="001874C7"/>
    <w:rsid w:val="00194C7F"/>
    <w:rsid w:val="001A5CF0"/>
    <w:rsid w:val="001B10EE"/>
    <w:rsid w:val="001B1F6D"/>
    <w:rsid w:val="001B3186"/>
    <w:rsid w:val="001D3EBA"/>
    <w:rsid w:val="001D4984"/>
    <w:rsid w:val="001D4AA2"/>
    <w:rsid w:val="001D6D1D"/>
    <w:rsid w:val="001E100B"/>
    <w:rsid w:val="001E6FE0"/>
    <w:rsid w:val="00207DC4"/>
    <w:rsid w:val="00213032"/>
    <w:rsid w:val="0021519A"/>
    <w:rsid w:val="00220B20"/>
    <w:rsid w:val="0023685D"/>
    <w:rsid w:val="0024124D"/>
    <w:rsid w:val="0025432C"/>
    <w:rsid w:val="00257530"/>
    <w:rsid w:val="002641C7"/>
    <w:rsid w:val="00266115"/>
    <w:rsid w:val="00275008"/>
    <w:rsid w:val="00280791"/>
    <w:rsid w:val="00293815"/>
    <w:rsid w:val="00295A07"/>
    <w:rsid w:val="00297F94"/>
    <w:rsid w:val="002A3B44"/>
    <w:rsid w:val="002B3EDD"/>
    <w:rsid w:val="002C36C1"/>
    <w:rsid w:val="00300FF2"/>
    <w:rsid w:val="00310DC1"/>
    <w:rsid w:val="00322BE8"/>
    <w:rsid w:val="00327870"/>
    <w:rsid w:val="003309D0"/>
    <w:rsid w:val="00353F7A"/>
    <w:rsid w:val="00361872"/>
    <w:rsid w:val="00363CE9"/>
    <w:rsid w:val="003828B3"/>
    <w:rsid w:val="00383B03"/>
    <w:rsid w:val="003844DC"/>
    <w:rsid w:val="00393F26"/>
    <w:rsid w:val="00394C71"/>
    <w:rsid w:val="003953A8"/>
    <w:rsid w:val="003C4ADC"/>
    <w:rsid w:val="003D1D8F"/>
    <w:rsid w:val="003E0FF8"/>
    <w:rsid w:val="003E5C74"/>
    <w:rsid w:val="004045BB"/>
    <w:rsid w:val="00464864"/>
    <w:rsid w:val="0047136F"/>
    <w:rsid w:val="004736B8"/>
    <w:rsid w:val="00480D31"/>
    <w:rsid w:val="004901B3"/>
    <w:rsid w:val="004A4E7D"/>
    <w:rsid w:val="004A6002"/>
    <w:rsid w:val="004B18F2"/>
    <w:rsid w:val="004C2900"/>
    <w:rsid w:val="004C6DC8"/>
    <w:rsid w:val="004D1FB5"/>
    <w:rsid w:val="004F34DC"/>
    <w:rsid w:val="00500BE5"/>
    <w:rsid w:val="00501057"/>
    <w:rsid w:val="00501A30"/>
    <w:rsid w:val="005055E4"/>
    <w:rsid w:val="005066D0"/>
    <w:rsid w:val="00523C16"/>
    <w:rsid w:val="00535B28"/>
    <w:rsid w:val="00542CCB"/>
    <w:rsid w:val="00544E5B"/>
    <w:rsid w:val="005570A0"/>
    <w:rsid w:val="00572248"/>
    <w:rsid w:val="005765D3"/>
    <w:rsid w:val="00581979"/>
    <w:rsid w:val="0058748E"/>
    <w:rsid w:val="00593052"/>
    <w:rsid w:val="005A2F13"/>
    <w:rsid w:val="005B0CC2"/>
    <w:rsid w:val="005B2717"/>
    <w:rsid w:val="005C3003"/>
    <w:rsid w:val="005D0B41"/>
    <w:rsid w:val="005D5D0E"/>
    <w:rsid w:val="00603453"/>
    <w:rsid w:val="0062259D"/>
    <w:rsid w:val="00623136"/>
    <w:rsid w:val="00630E81"/>
    <w:rsid w:val="00664025"/>
    <w:rsid w:val="006651D7"/>
    <w:rsid w:val="00680191"/>
    <w:rsid w:val="00691796"/>
    <w:rsid w:val="00697D40"/>
    <w:rsid w:val="006B199B"/>
    <w:rsid w:val="006B3647"/>
    <w:rsid w:val="006D04DD"/>
    <w:rsid w:val="006F081B"/>
    <w:rsid w:val="006F12DC"/>
    <w:rsid w:val="00702DD8"/>
    <w:rsid w:val="0073415D"/>
    <w:rsid w:val="0074453E"/>
    <w:rsid w:val="00764BC2"/>
    <w:rsid w:val="00775069"/>
    <w:rsid w:val="007A74D4"/>
    <w:rsid w:val="007D339C"/>
    <w:rsid w:val="007D56B4"/>
    <w:rsid w:val="007D6E3F"/>
    <w:rsid w:val="007E3293"/>
    <w:rsid w:val="007E3F00"/>
    <w:rsid w:val="007E4BDB"/>
    <w:rsid w:val="007F099B"/>
    <w:rsid w:val="007F6F4E"/>
    <w:rsid w:val="00822757"/>
    <w:rsid w:val="00827F77"/>
    <w:rsid w:val="008545E2"/>
    <w:rsid w:val="00873F25"/>
    <w:rsid w:val="00884E42"/>
    <w:rsid w:val="00892453"/>
    <w:rsid w:val="008E6EF9"/>
    <w:rsid w:val="008F16FD"/>
    <w:rsid w:val="00913649"/>
    <w:rsid w:val="009164EC"/>
    <w:rsid w:val="00917FE5"/>
    <w:rsid w:val="00937004"/>
    <w:rsid w:val="00950E54"/>
    <w:rsid w:val="0096478E"/>
    <w:rsid w:val="00984210"/>
    <w:rsid w:val="00993D75"/>
    <w:rsid w:val="009B1090"/>
    <w:rsid w:val="009C3757"/>
    <w:rsid w:val="009F6F64"/>
    <w:rsid w:val="00A155C7"/>
    <w:rsid w:val="00A31C2F"/>
    <w:rsid w:val="00A43DAF"/>
    <w:rsid w:val="00A61515"/>
    <w:rsid w:val="00A64A42"/>
    <w:rsid w:val="00A64BC0"/>
    <w:rsid w:val="00A66860"/>
    <w:rsid w:val="00A709C9"/>
    <w:rsid w:val="00A865F4"/>
    <w:rsid w:val="00A95791"/>
    <w:rsid w:val="00AD7340"/>
    <w:rsid w:val="00AF794F"/>
    <w:rsid w:val="00B02810"/>
    <w:rsid w:val="00B07C98"/>
    <w:rsid w:val="00B10CCF"/>
    <w:rsid w:val="00B261BE"/>
    <w:rsid w:val="00B275A6"/>
    <w:rsid w:val="00B30285"/>
    <w:rsid w:val="00B3342F"/>
    <w:rsid w:val="00B54C73"/>
    <w:rsid w:val="00B965EB"/>
    <w:rsid w:val="00BA5C89"/>
    <w:rsid w:val="00BB5858"/>
    <w:rsid w:val="00BE52E8"/>
    <w:rsid w:val="00C042CF"/>
    <w:rsid w:val="00C157D1"/>
    <w:rsid w:val="00C17033"/>
    <w:rsid w:val="00C2194E"/>
    <w:rsid w:val="00C33106"/>
    <w:rsid w:val="00C53A18"/>
    <w:rsid w:val="00C76270"/>
    <w:rsid w:val="00C8224E"/>
    <w:rsid w:val="00C94C68"/>
    <w:rsid w:val="00CA67EC"/>
    <w:rsid w:val="00CB14A3"/>
    <w:rsid w:val="00CB419D"/>
    <w:rsid w:val="00CC48DD"/>
    <w:rsid w:val="00CC72C6"/>
    <w:rsid w:val="00CF755E"/>
    <w:rsid w:val="00D12638"/>
    <w:rsid w:val="00D129FC"/>
    <w:rsid w:val="00D2180E"/>
    <w:rsid w:val="00D27D2C"/>
    <w:rsid w:val="00D45740"/>
    <w:rsid w:val="00D46125"/>
    <w:rsid w:val="00D534B3"/>
    <w:rsid w:val="00D53D64"/>
    <w:rsid w:val="00D5702F"/>
    <w:rsid w:val="00D656E8"/>
    <w:rsid w:val="00DB72EF"/>
    <w:rsid w:val="00DE3F47"/>
    <w:rsid w:val="00DE72B9"/>
    <w:rsid w:val="00DE7818"/>
    <w:rsid w:val="00E00087"/>
    <w:rsid w:val="00E04DB3"/>
    <w:rsid w:val="00E17601"/>
    <w:rsid w:val="00E23FD0"/>
    <w:rsid w:val="00E25244"/>
    <w:rsid w:val="00E266AA"/>
    <w:rsid w:val="00E43244"/>
    <w:rsid w:val="00E53084"/>
    <w:rsid w:val="00E61FEB"/>
    <w:rsid w:val="00E73CF3"/>
    <w:rsid w:val="00E82B7A"/>
    <w:rsid w:val="00EB0B94"/>
    <w:rsid w:val="00F00BAC"/>
    <w:rsid w:val="00F06230"/>
    <w:rsid w:val="00F116E3"/>
    <w:rsid w:val="00F12B0F"/>
    <w:rsid w:val="00F203A3"/>
    <w:rsid w:val="00F35E94"/>
    <w:rsid w:val="00F45E14"/>
    <w:rsid w:val="00F53668"/>
    <w:rsid w:val="00F7205D"/>
    <w:rsid w:val="00F74737"/>
    <w:rsid w:val="00F90D39"/>
    <w:rsid w:val="00FA2F76"/>
    <w:rsid w:val="00FB1D7C"/>
    <w:rsid w:val="00FC3475"/>
    <w:rsid w:val="00FC34FE"/>
    <w:rsid w:val="00FC645B"/>
    <w:rsid w:val="00FC6DDC"/>
    <w:rsid w:val="00FF220B"/>
    <w:rsid w:val="00FF3291"/>
    <w:rsid w:val="00FF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6AA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99B"/>
    <w:pPr>
      <w:keepNext/>
      <w:keepLines/>
      <w:autoSpaceDE/>
      <w:spacing w:before="480" w:after="120"/>
      <w:outlineLvl w:val="0"/>
    </w:pPr>
    <w:rPr>
      <w:b/>
      <w:color w:val="auto"/>
      <w:sz w:val="48"/>
      <w:szCs w:val="48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6E3F"/>
    <w:pPr>
      <w:keepNext/>
      <w:autoSpaceDE/>
      <w:spacing w:before="240" w:after="60"/>
      <w:outlineLvl w:val="1"/>
    </w:pPr>
    <w:rPr>
      <w:rFonts w:ascii="Calibri Light" w:hAnsi="Calibri Light"/>
      <w:b/>
      <w:bCs/>
      <w:i/>
      <w:iCs/>
      <w:color w:val="auto"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99B"/>
    <w:pPr>
      <w:keepNext/>
      <w:keepLines/>
      <w:autoSpaceDE/>
      <w:spacing w:before="280" w:after="80"/>
      <w:outlineLvl w:val="2"/>
    </w:pPr>
    <w:rPr>
      <w:b/>
      <w:color w:val="auto"/>
      <w:sz w:val="28"/>
      <w:szCs w:val="28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199B"/>
    <w:pPr>
      <w:keepNext/>
      <w:keepLines/>
      <w:autoSpaceDE/>
      <w:spacing w:before="240" w:after="40"/>
      <w:outlineLvl w:val="3"/>
    </w:pPr>
    <w:rPr>
      <w:b/>
      <w:color w:val="auto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199B"/>
    <w:pPr>
      <w:keepNext/>
      <w:keepLines/>
      <w:autoSpaceDE/>
      <w:spacing w:before="220" w:after="40"/>
      <w:outlineLvl w:val="4"/>
    </w:pPr>
    <w:rPr>
      <w:b/>
      <w:color w:val="auto"/>
      <w:sz w:val="22"/>
      <w:szCs w:val="22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199B"/>
    <w:pPr>
      <w:keepNext/>
      <w:keepLines/>
      <w:autoSpaceDE/>
      <w:spacing w:before="200" w:after="40"/>
      <w:outlineLvl w:val="5"/>
    </w:pPr>
    <w:rPr>
      <w:b/>
      <w:color w:val="auto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574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6E3F"/>
    <w:rPr>
      <w:rFonts w:ascii="Calibri Light" w:hAnsi="Calibri Light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4574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4574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4574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5740"/>
    <w:rPr>
      <w:rFonts w:ascii="Calibri" w:hAnsi="Calibri" w:cs="Times New Roman"/>
      <w:b/>
      <w:bCs/>
      <w:lang w:eastAsia="ar-SA" w:bidi="ar-SA"/>
    </w:rPr>
  </w:style>
  <w:style w:type="table" w:customStyle="1" w:styleId="TableNormal1">
    <w:name w:val="Table Normal1"/>
    <w:uiPriority w:val="99"/>
    <w:rsid w:val="006B19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6B199B"/>
    <w:pPr>
      <w:keepNext/>
      <w:keepLines/>
      <w:autoSpaceDE/>
      <w:spacing w:before="480" w:after="120"/>
    </w:pPr>
    <w:rPr>
      <w:b/>
      <w:color w:val="auto"/>
      <w:sz w:val="72"/>
      <w:szCs w:val="72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D45740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table" w:customStyle="1" w:styleId="TableNormal2">
    <w:name w:val="Table Normal2"/>
    <w:uiPriority w:val="99"/>
    <w:rsid w:val="006B19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7D6E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7D6E3F"/>
    <w:pPr>
      <w:autoSpaceDE/>
      <w:ind w:left="720"/>
      <w:contextualSpacing/>
    </w:pPr>
    <w:rPr>
      <w:color w:val="auto"/>
      <w:lang w:eastAsia="ar-SA"/>
    </w:rPr>
  </w:style>
  <w:style w:type="paragraph" w:styleId="Header">
    <w:name w:val="header"/>
    <w:basedOn w:val="Normal"/>
    <w:link w:val="HeaderChar"/>
    <w:uiPriority w:val="99"/>
    <w:rsid w:val="007D6E3F"/>
    <w:pPr>
      <w:tabs>
        <w:tab w:val="center" w:pos="4536"/>
        <w:tab w:val="right" w:pos="9072"/>
      </w:tabs>
      <w:autoSpaceDE/>
    </w:pPr>
    <w:rPr>
      <w:color w:val="auto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6E3F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7D6E3F"/>
    <w:pPr>
      <w:tabs>
        <w:tab w:val="center" w:pos="4536"/>
        <w:tab w:val="right" w:pos="9072"/>
      </w:tabs>
      <w:autoSpaceDE/>
    </w:pPr>
    <w:rPr>
      <w:color w:val="auto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6E3F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semiHidden/>
    <w:rsid w:val="007D6E3F"/>
    <w:pPr>
      <w:suppressAutoHyphens w:val="0"/>
      <w:autoSpaceDE/>
      <w:spacing w:before="100" w:beforeAutospacing="1" w:after="100" w:afterAutospacing="1"/>
    </w:pPr>
    <w:rPr>
      <w:color w:val="auto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7D6E3F"/>
    <w:pPr>
      <w:autoSpaceDE/>
    </w:pPr>
    <w:rPr>
      <w:rFonts w:ascii="Tahoma" w:hAnsi="Tahoma" w:cs="Tahoma"/>
      <w:color w:val="auto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6E3F"/>
    <w:rPr>
      <w:rFonts w:ascii="Tahoma" w:hAnsi="Tahoma" w:cs="Tahoma"/>
      <w:sz w:val="16"/>
      <w:szCs w:val="16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6B199B"/>
    <w:pPr>
      <w:keepNext/>
      <w:keepLines/>
      <w:autoSpaceDE/>
      <w:spacing w:before="360" w:after="80"/>
    </w:pPr>
    <w:rPr>
      <w:rFonts w:ascii="Georgia" w:hAnsi="Georgia" w:cs="Georgia"/>
      <w:i/>
      <w:color w:val="666666"/>
      <w:sz w:val="48"/>
      <w:szCs w:val="4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45740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Normalny1">
    <w:name w:val="Normalny1"/>
    <w:uiPriority w:val="99"/>
    <w:rsid w:val="005D5D0E"/>
    <w:pPr>
      <w:suppressAutoHyphens/>
      <w:autoSpaceDE w:val="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6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2</Pages>
  <Words>366</Words>
  <Characters>2201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Przemek</dc:creator>
  <cp:keywords/>
  <dc:description/>
  <cp:lastModifiedBy>ksam</cp:lastModifiedBy>
  <cp:revision>48</cp:revision>
  <dcterms:created xsi:type="dcterms:W3CDTF">2021-04-20T12:35:00Z</dcterms:created>
  <dcterms:modified xsi:type="dcterms:W3CDTF">2026-02-26T13:01:00Z</dcterms:modified>
</cp:coreProperties>
</file>